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F6B8A54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486374" w:rsidRPr="00486374">
        <w:rPr>
          <w:rStyle w:val="Siln"/>
        </w:rPr>
        <w:t xml:space="preserve">Údržba, opravy a odstraňování závad na bytovém fondu u SPS v obvodu OŘ HKR 2026–2027 – oblast </w:t>
      </w:r>
      <w:r w:rsidR="00B03C3F" w:rsidRPr="00B03C3F">
        <w:rPr>
          <w:b/>
          <w:bCs/>
        </w:rPr>
        <w:t>Pardubice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18F8E9A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0F4BFF">
      <w:rPr>
        <w:szCs w:val="22"/>
      </w:rPr>
      <w:t>10</w:t>
    </w:r>
    <w:r>
      <w:rPr>
        <w:szCs w:val="22"/>
      </w:rPr>
      <w:t xml:space="preserve"> </w:t>
    </w:r>
    <w:r w:rsidR="00486374">
      <w:rPr>
        <w:lang w:eastAsia="cs-CZ"/>
      </w:rPr>
      <w:t>Pokynů pro dodavatele</w:t>
    </w:r>
    <w:r>
      <w:rPr>
        <w:lang w:eastAsia="cs-CZ"/>
      </w:rPr>
      <w:t>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8606484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0F4BFF">
      <w:rPr>
        <w:rStyle w:val="Zvraznn"/>
      </w:rPr>
      <w:t>1</w:t>
    </w:r>
    <w:r>
      <w:rPr>
        <w:rStyle w:val="Zvraznn"/>
      </w:rPr>
      <w:t>.2 a 2</w:t>
    </w:r>
    <w:r w:rsidR="000F4BFF">
      <w:rPr>
        <w:rStyle w:val="Zvraznn"/>
      </w:rPr>
      <w:t>1</w:t>
    </w:r>
    <w:r>
      <w:rPr>
        <w:rStyle w:val="Zvraznn"/>
      </w:rPr>
      <w:t>.3</w:t>
    </w:r>
    <w:r w:rsidRPr="00986260">
      <w:rPr>
        <w:rStyle w:val="Zvraznn"/>
      </w:rPr>
      <w:t xml:space="preserve"> </w:t>
    </w:r>
    <w:r w:rsidR="00515F7B">
      <w:rPr>
        <w:rStyle w:val="Zvraznn"/>
      </w:rPr>
      <w:t>Pokynů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F4BFF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F6A0D"/>
    <w:rsid w:val="00441430"/>
    <w:rsid w:val="00450F07"/>
    <w:rsid w:val="00453CD3"/>
    <w:rsid w:val="00460660"/>
    <w:rsid w:val="00486107"/>
    <w:rsid w:val="004862F9"/>
    <w:rsid w:val="00486374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5F7B"/>
    <w:rsid w:val="00523EA7"/>
    <w:rsid w:val="00553375"/>
    <w:rsid w:val="00557C28"/>
    <w:rsid w:val="005736B7"/>
    <w:rsid w:val="00575E5A"/>
    <w:rsid w:val="005C7054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A54D9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03C3F"/>
    <w:rsid w:val="00B151DE"/>
    <w:rsid w:val="00B15D0D"/>
    <w:rsid w:val="00B36B3E"/>
    <w:rsid w:val="00B71754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7A54D9"/>
    <w:rsid w:val="0087094D"/>
    <w:rsid w:val="00B71754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439750A-E293-4653-93D1-36547676B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2</Pages>
  <Words>472</Words>
  <Characters>2789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Podhradská Markéta</cp:lastModifiedBy>
  <cp:revision>12</cp:revision>
  <cp:lastPrinted>2017-11-28T17:18:00Z</cp:lastPrinted>
  <dcterms:created xsi:type="dcterms:W3CDTF">2023-11-16T10:29:00Z</dcterms:created>
  <dcterms:modified xsi:type="dcterms:W3CDTF">2025-08-27T12:05:00Z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